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1C" w:rsidRDefault="006E6C1C" w:rsidP="00643E13">
      <w:pPr>
        <w:tabs>
          <w:tab w:val="left" w:pos="9639"/>
        </w:tabs>
        <w:spacing w:after="0" w:line="240" w:lineRule="auto"/>
        <w:ind w:left="9639"/>
        <w:rPr>
          <w:rFonts w:ascii="Times New Roman" w:hAnsi="Times New Roman"/>
          <w:sz w:val="24"/>
          <w:szCs w:val="24"/>
          <w:lang w:eastAsia="ru-RU"/>
        </w:rPr>
      </w:pPr>
      <w:r w:rsidRPr="00ED7F4A">
        <w:rPr>
          <w:rFonts w:ascii="Times New Roman" w:hAnsi="Times New Roman"/>
          <w:sz w:val="24"/>
          <w:szCs w:val="24"/>
          <w:lang w:eastAsia="ru-RU"/>
        </w:rPr>
        <w:t>Приложение 8</w:t>
      </w:r>
    </w:p>
    <w:p w:rsidR="006E6C1C" w:rsidRPr="00ED7F4A" w:rsidRDefault="006E6C1C" w:rsidP="00643E13">
      <w:pPr>
        <w:tabs>
          <w:tab w:val="left" w:pos="9639"/>
        </w:tabs>
        <w:spacing w:after="0" w:line="240" w:lineRule="auto"/>
        <w:ind w:left="9639"/>
        <w:rPr>
          <w:rFonts w:ascii="Times New Roman" w:hAnsi="Times New Roman"/>
          <w:sz w:val="24"/>
          <w:szCs w:val="24"/>
          <w:lang w:eastAsia="ru-RU"/>
        </w:rPr>
      </w:pPr>
    </w:p>
    <w:p w:rsidR="006E6C1C" w:rsidRPr="00ED7F4A" w:rsidRDefault="006E6C1C" w:rsidP="008C482C">
      <w:pPr>
        <w:spacing w:line="240" w:lineRule="auto"/>
        <w:ind w:left="9639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ED7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F4A">
        <w:rPr>
          <w:rFonts w:ascii="Times New Roman" w:hAnsi="Times New Roman"/>
          <w:snapToGrid w:val="0"/>
          <w:color w:val="000000"/>
          <w:sz w:val="24"/>
          <w:szCs w:val="24"/>
        </w:rPr>
        <w:t>к решению Дубровского сельского Совета народных депутатов от  года №      «О бюджете Дубровского сельского поселения Брасовского муниципального района Брянской области на 2025 год и на плановый период 2026 и 2027 годов»</w:t>
      </w:r>
    </w:p>
    <w:p w:rsidR="006E6C1C" w:rsidRDefault="006E6C1C" w:rsidP="00493F04">
      <w:pPr>
        <w:ind w:left="9639"/>
      </w:pPr>
    </w:p>
    <w:p w:rsidR="006E6C1C" w:rsidRDefault="006E6C1C" w:rsidP="00F94B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гарантий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Дубровского сельского поселения Брасовского муниципального района Брянской области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6E6C1C" w:rsidRDefault="006E6C1C" w:rsidP="00643E13">
      <w:pPr>
        <w:spacing w:before="120"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hAnsi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0A0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6E6C1C" w:rsidRPr="00036F91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1C" w:rsidRPr="00F94B1F" w:rsidRDefault="006E6C1C" w:rsidP="002E77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1C" w:rsidRPr="00F94B1F" w:rsidRDefault="006E6C1C" w:rsidP="002E77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1C" w:rsidRPr="00F94B1F" w:rsidRDefault="006E6C1C" w:rsidP="002E77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1C" w:rsidRPr="00F94B1F" w:rsidRDefault="006E6C1C" w:rsidP="002E77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Иные условия предоставления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Default="006E6C1C" w:rsidP="000521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6E6C1C" w:rsidRPr="00F94B1F" w:rsidRDefault="006E6C1C" w:rsidP="007746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 2025 –</w:t>
            </w: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6E6C1C" w:rsidRPr="00036F91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6E6C1C" w:rsidRPr="00036F91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E6C1C" w:rsidRPr="00036F91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774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E6C1C" w:rsidRPr="00036F91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E6C1C" w:rsidRPr="00036F91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774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E6C1C" w:rsidRPr="00036F91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E6C1C" w:rsidRPr="00036F91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774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E6C1C" w:rsidRPr="00036F91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C1C" w:rsidRPr="00F94B1F" w:rsidRDefault="006E6C1C" w:rsidP="00F94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6E6C1C" w:rsidRDefault="006E6C1C" w:rsidP="00493F04"/>
    <w:sectPr w:rsidR="006E6C1C" w:rsidSect="00ED7F4A">
      <w:pgSz w:w="16838" w:h="11906" w:orient="landscape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B1F"/>
    <w:rsid w:val="00036F91"/>
    <w:rsid w:val="00052106"/>
    <w:rsid w:val="000E328B"/>
    <w:rsid w:val="001936B3"/>
    <w:rsid w:val="002D5359"/>
    <w:rsid w:val="002E7749"/>
    <w:rsid w:val="00493F04"/>
    <w:rsid w:val="0056084F"/>
    <w:rsid w:val="00643E13"/>
    <w:rsid w:val="006666B7"/>
    <w:rsid w:val="00691EB4"/>
    <w:rsid w:val="0069504B"/>
    <w:rsid w:val="006E6C1C"/>
    <w:rsid w:val="006F562A"/>
    <w:rsid w:val="00734633"/>
    <w:rsid w:val="007746A5"/>
    <w:rsid w:val="007762F3"/>
    <w:rsid w:val="00821AFF"/>
    <w:rsid w:val="008867C4"/>
    <w:rsid w:val="008C482C"/>
    <w:rsid w:val="00A71B4B"/>
    <w:rsid w:val="00B223B7"/>
    <w:rsid w:val="00B835F3"/>
    <w:rsid w:val="00C22E73"/>
    <w:rsid w:val="00C71D94"/>
    <w:rsid w:val="00CB1450"/>
    <w:rsid w:val="00D3111B"/>
    <w:rsid w:val="00EB033A"/>
    <w:rsid w:val="00EC206F"/>
    <w:rsid w:val="00ED7F4A"/>
    <w:rsid w:val="00F94B1F"/>
    <w:rsid w:val="00F9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3B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149</Words>
  <Characters>850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Варульникова С.</dc:creator>
  <cp:keywords/>
  <dc:description/>
  <cp:lastModifiedBy>User</cp:lastModifiedBy>
  <cp:revision>5</cp:revision>
  <cp:lastPrinted>2023-11-27T16:36:00Z</cp:lastPrinted>
  <dcterms:created xsi:type="dcterms:W3CDTF">2024-11-08T06:23:00Z</dcterms:created>
  <dcterms:modified xsi:type="dcterms:W3CDTF">2024-11-08T13:43:00Z</dcterms:modified>
</cp:coreProperties>
</file>